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56815" w14:textId="6AED1819" w:rsidR="00377BE7" w:rsidRDefault="00840331" w:rsidP="00840331">
      <w:pPr>
        <w:jc w:val="center"/>
      </w:pPr>
      <w:r>
        <w:t xml:space="preserve">Forge MR link: </w:t>
      </w:r>
      <w:hyperlink r:id="rId8" w:history="1">
        <w:r>
          <w:rPr>
            <w:rStyle w:val="Hyperlink"/>
            <w:lang w:val="en-US"/>
          </w:rPr>
          <w:t>#URL_MERGE_REQUEST#</w:t>
        </w:r>
      </w:hyperlink>
      <w:r>
        <w:t xml:space="preserve"> at commit </w:t>
      </w:r>
      <w:r w:rsidR="00F102CE">
        <w:t>#COMMIT#</w:t>
      </w:r>
    </w:p>
    <w:p w14:paraId="2F0545BD" w14:textId="77777777" w:rsidR="00840331" w:rsidRPr="00840331" w:rsidRDefault="00840331" w:rsidP="00840331"/>
    <w:sectPr w:rsidR="00840331" w:rsidRPr="00840331" w:rsidSect="000B7FED">
      <w:headerReference w:type="default" r:id="rId9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8375E" w14:textId="77777777" w:rsidR="009D5ED7" w:rsidRDefault="009D5ED7">
      <w:r>
        <w:separator/>
      </w:r>
    </w:p>
  </w:endnote>
  <w:endnote w:type="continuationSeparator" w:id="0">
    <w:p w14:paraId="35EA0A42" w14:textId="77777777" w:rsidR="009D5ED7" w:rsidRDefault="009D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B407" w14:textId="77777777" w:rsidR="009D5ED7" w:rsidRDefault="009D5ED7">
      <w:r>
        <w:separator/>
      </w:r>
    </w:p>
  </w:footnote>
  <w:footnote w:type="continuationSeparator" w:id="0">
    <w:p w14:paraId="100E3CE2" w14:textId="77777777" w:rsidR="009D5ED7" w:rsidRDefault="009D5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2E4A"/>
    <w:rsid w:val="00026415"/>
    <w:rsid w:val="00065016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A399E"/>
    <w:rsid w:val="002B5741"/>
    <w:rsid w:val="002E472E"/>
    <w:rsid w:val="00302C76"/>
    <w:rsid w:val="00305409"/>
    <w:rsid w:val="00321FB8"/>
    <w:rsid w:val="003609EF"/>
    <w:rsid w:val="0036231A"/>
    <w:rsid w:val="00374DD4"/>
    <w:rsid w:val="00377BE7"/>
    <w:rsid w:val="003E1A36"/>
    <w:rsid w:val="00410371"/>
    <w:rsid w:val="00422266"/>
    <w:rsid w:val="004242F1"/>
    <w:rsid w:val="004B4927"/>
    <w:rsid w:val="004B75B7"/>
    <w:rsid w:val="004C03A5"/>
    <w:rsid w:val="0051580D"/>
    <w:rsid w:val="00547111"/>
    <w:rsid w:val="00575625"/>
    <w:rsid w:val="00581EA6"/>
    <w:rsid w:val="00592D74"/>
    <w:rsid w:val="005E2C44"/>
    <w:rsid w:val="00621188"/>
    <w:rsid w:val="006257ED"/>
    <w:rsid w:val="00665C47"/>
    <w:rsid w:val="00695808"/>
    <w:rsid w:val="006B46FB"/>
    <w:rsid w:val="006E21FB"/>
    <w:rsid w:val="006F72E4"/>
    <w:rsid w:val="007176FF"/>
    <w:rsid w:val="00792342"/>
    <w:rsid w:val="0079761F"/>
    <w:rsid w:val="007977A8"/>
    <w:rsid w:val="0079795B"/>
    <w:rsid w:val="007B512A"/>
    <w:rsid w:val="007C2097"/>
    <w:rsid w:val="007D6A07"/>
    <w:rsid w:val="007F7259"/>
    <w:rsid w:val="008040A8"/>
    <w:rsid w:val="008279FA"/>
    <w:rsid w:val="00840331"/>
    <w:rsid w:val="008626E7"/>
    <w:rsid w:val="00870EE7"/>
    <w:rsid w:val="008863B9"/>
    <w:rsid w:val="008A45A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D5ED7"/>
    <w:rsid w:val="009E3297"/>
    <w:rsid w:val="009F734F"/>
    <w:rsid w:val="00A0189E"/>
    <w:rsid w:val="00A246B6"/>
    <w:rsid w:val="00A47E70"/>
    <w:rsid w:val="00A50CF0"/>
    <w:rsid w:val="00A7671C"/>
    <w:rsid w:val="00AA2CBC"/>
    <w:rsid w:val="00AC5820"/>
    <w:rsid w:val="00AD1CD8"/>
    <w:rsid w:val="00B258BB"/>
    <w:rsid w:val="00B40423"/>
    <w:rsid w:val="00B67798"/>
    <w:rsid w:val="00B67B97"/>
    <w:rsid w:val="00B92128"/>
    <w:rsid w:val="00B968C8"/>
    <w:rsid w:val="00BA3EC5"/>
    <w:rsid w:val="00BA51D9"/>
    <w:rsid w:val="00BB5DFC"/>
    <w:rsid w:val="00BD279D"/>
    <w:rsid w:val="00BD6BB8"/>
    <w:rsid w:val="00BF6D8C"/>
    <w:rsid w:val="00C66BA2"/>
    <w:rsid w:val="00C76A47"/>
    <w:rsid w:val="00C95985"/>
    <w:rsid w:val="00CC5026"/>
    <w:rsid w:val="00CC68D0"/>
    <w:rsid w:val="00CD13DA"/>
    <w:rsid w:val="00D03F9A"/>
    <w:rsid w:val="00D06D51"/>
    <w:rsid w:val="00D14BB6"/>
    <w:rsid w:val="00D24991"/>
    <w:rsid w:val="00D50255"/>
    <w:rsid w:val="00D66520"/>
    <w:rsid w:val="00DE34CF"/>
    <w:rsid w:val="00E13F3D"/>
    <w:rsid w:val="00E34898"/>
    <w:rsid w:val="00E37C93"/>
    <w:rsid w:val="00E405CD"/>
    <w:rsid w:val="00EB09B7"/>
    <w:rsid w:val="00EB12EC"/>
    <w:rsid w:val="00ED54DF"/>
    <w:rsid w:val="00EE7D7C"/>
    <w:rsid w:val="00F102CE"/>
    <w:rsid w:val="00F25D98"/>
    <w:rsid w:val="00F300FB"/>
    <w:rsid w:val="00F4229D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uiPriority w:val="99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einaortega\mro\oneM2M_workspace\Tools\scripts\URL_MERGE_REQUE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29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158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13</cp:revision>
  <cp:lastPrinted>1900-01-01T00:00:00Z</cp:lastPrinted>
  <dcterms:created xsi:type="dcterms:W3CDTF">2022-10-06T16:28:00Z</dcterms:created>
  <dcterms:modified xsi:type="dcterms:W3CDTF">2023-09-05T16:13:00Z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